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46" w:rsidRPr="007B1EC9" w:rsidRDefault="00E22A46" w:rsidP="00E22A46">
      <w:pPr>
        <w:jc w:val="center"/>
        <w:rPr>
          <w:u w:val="single"/>
        </w:rPr>
      </w:pPr>
      <w:bookmarkStart w:id="0" w:name="_GoBack"/>
      <w:bookmarkEnd w:id="0"/>
      <w:r w:rsidRPr="007B1EC9">
        <w:rPr>
          <w:b/>
          <w:sz w:val="24"/>
          <w:u w:val="single"/>
        </w:rPr>
        <w:t>Habits of Mind Reflection</w:t>
      </w:r>
    </w:p>
    <w:p w:rsidR="00E22A46" w:rsidRDefault="00E22A46" w:rsidP="00E22A46"/>
    <w:p w:rsidR="00E22A46" w:rsidRDefault="00E22A46" w:rsidP="00E22A46">
      <w:r>
        <w:rPr>
          <w:b/>
        </w:rPr>
        <w:t>This reflection page will document your Habits of Mind present within the assignment.</w:t>
      </w:r>
    </w:p>
    <w:p w:rsidR="00E22A46" w:rsidRDefault="00E22A46" w:rsidP="00E22A46">
      <w:r>
        <w:t xml:space="preserve">Student: </w:t>
      </w:r>
      <w:sdt>
        <w:sdtPr>
          <w:id w:val="1775518425"/>
          <w:placeholder>
            <w:docPart w:val="6E1C696BA76D4B1FA8CA2E06EE1838BE"/>
          </w:placeholder>
          <w:showingPlcHdr/>
        </w:sdtPr>
        <w:sdtEndPr/>
        <w:sdtContent>
          <w:r w:rsidRPr="00A25BFF">
            <w:rPr>
              <w:rStyle w:val="PlaceholderText"/>
            </w:rPr>
            <w:t>Click here to enter text.</w:t>
          </w:r>
        </w:sdtContent>
      </w:sdt>
      <w:r>
        <w:tab/>
        <w:t xml:space="preserve"> Grade: </w:t>
      </w:r>
      <w:sdt>
        <w:sdtPr>
          <w:id w:val="868722271"/>
          <w:placeholder>
            <w:docPart w:val="6E1C696BA76D4B1FA8CA2E06EE1838BE"/>
          </w:placeholder>
          <w:showingPlcHdr/>
        </w:sdtPr>
        <w:sdtEndPr/>
        <w:sdtContent>
          <w:r w:rsidRPr="00A25BFF">
            <w:rPr>
              <w:rStyle w:val="PlaceholderText"/>
            </w:rPr>
            <w:t>Click here to enter text.</w:t>
          </w:r>
        </w:sdtContent>
      </w:sdt>
      <w:r>
        <w:tab/>
      </w:r>
      <w:r>
        <w:tab/>
        <w:t xml:space="preserve">Date: </w:t>
      </w:r>
      <w:sdt>
        <w:sdtPr>
          <w:id w:val="-996035197"/>
          <w:placeholder>
            <w:docPart w:val="6E1C696BA76D4B1FA8CA2E06EE1838BE"/>
          </w:placeholder>
          <w:showingPlcHdr/>
        </w:sdtPr>
        <w:sdtEndPr/>
        <w:sdtContent>
          <w:r w:rsidRPr="00A25BFF">
            <w:rPr>
              <w:rStyle w:val="PlaceholderText"/>
            </w:rPr>
            <w:t>Click here to enter text.</w:t>
          </w:r>
        </w:sdtContent>
      </w:sdt>
    </w:p>
    <w:p w:rsidR="00E22A46" w:rsidRPr="00F7724A" w:rsidRDefault="00E22A46" w:rsidP="00E22A46">
      <w:pPr>
        <w:rPr>
          <w:b/>
        </w:rPr>
      </w:pPr>
      <w:r w:rsidRPr="00F7724A">
        <w:rPr>
          <w:b/>
          <w:sz w:val="24"/>
        </w:rPr>
        <w:t>List the 2-4 Habits of Mind that you practiced/u</w:t>
      </w:r>
      <w:r w:rsidR="007B1EC9" w:rsidRPr="00F7724A">
        <w:rPr>
          <w:b/>
          <w:sz w:val="24"/>
        </w:rPr>
        <w:t>sed to complete this assignment</w:t>
      </w:r>
      <w:r w:rsidRPr="00F7724A">
        <w:rPr>
          <w:b/>
          <w:sz w:val="24"/>
        </w:rPr>
        <w:t>.</w:t>
      </w:r>
    </w:p>
    <w:p w:rsidR="00E22A46" w:rsidRDefault="00E22A46" w:rsidP="00E22A46">
      <w:pPr>
        <w:spacing w:after="0"/>
      </w:pPr>
      <w:r>
        <w:t xml:space="preserve">(1) </w:t>
      </w:r>
      <w:sdt>
        <w:sdtPr>
          <w:id w:val="1139532918"/>
          <w:placeholder>
            <w:docPart w:val="6E1C696BA76D4B1FA8CA2E06EE1838BE"/>
          </w:placeholder>
          <w:showingPlcHdr/>
        </w:sdtPr>
        <w:sdtEndPr/>
        <w:sdtContent>
          <w:r w:rsidRPr="00A25BFF">
            <w:rPr>
              <w:rStyle w:val="PlaceholderText"/>
            </w:rPr>
            <w:t>Click here to enter text.</w:t>
          </w:r>
        </w:sdtContent>
      </w:sdt>
    </w:p>
    <w:p w:rsidR="00E22A46" w:rsidRDefault="00E22A46" w:rsidP="00E22A46">
      <w:pPr>
        <w:spacing w:after="0"/>
      </w:pPr>
      <w:r>
        <w:t xml:space="preserve">(2) </w:t>
      </w:r>
      <w:sdt>
        <w:sdtPr>
          <w:id w:val="-646890230"/>
          <w:placeholder>
            <w:docPart w:val="6E1C696BA76D4B1FA8CA2E06EE1838BE"/>
          </w:placeholder>
          <w:showingPlcHdr/>
        </w:sdtPr>
        <w:sdtEndPr/>
        <w:sdtContent>
          <w:r w:rsidRPr="00A25BFF">
            <w:rPr>
              <w:rStyle w:val="PlaceholderText"/>
            </w:rPr>
            <w:t>Click here to enter text.</w:t>
          </w:r>
        </w:sdtContent>
      </w:sdt>
    </w:p>
    <w:p w:rsidR="00E22A46" w:rsidRDefault="00E22A46" w:rsidP="00E22A46">
      <w:pPr>
        <w:spacing w:after="0"/>
      </w:pPr>
      <w:r>
        <w:t xml:space="preserve">(3) </w:t>
      </w:r>
      <w:sdt>
        <w:sdtPr>
          <w:id w:val="-159769280"/>
          <w:placeholder>
            <w:docPart w:val="6E1C696BA76D4B1FA8CA2E06EE1838BE"/>
          </w:placeholder>
          <w:showingPlcHdr/>
        </w:sdtPr>
        <w:sdtEndPr/>
        <w:sdtContent>
          <w:r w:rsidRPr="00A25BFF">
            <w:rPr>
              <w:rStyle w:val="PlaceholderText"/>
            </w:rPr>
            <w:t>Click here to enter text.</w:t>
          </w:r>
        </w:sdtContent>
      </w:sdt>
    </w:p>
    <w:p w:rsidR="00E22A46" w:rsidRDefault="00E22A46" w:rsidP="00E22A46">
      <w:pPr>
        <w:spacing w:after="0"/>
      </w:pPr>
      <w:r>
        <w:t xml:space="preserve">(4) </w:t>
      </w:r>
      <w:sdt>
        <w:sdtPr>
          <w:id w:val="-8443264"/>
          <w:placeholder>
            <w:docPart w:val="6E1C696BA76D4B1FA8CA2E06EE1838BE"/>
          </w:placeholder>
          <w:showingPlcHdr/>
        </w:sdtPr>
        <w:sdtEndPr/>
        <w:sdtContent>
          <w:r w:rsidRPr="00A25BFF">
            <w:rPr>
              <w:rStyle w:val="PlaceholderText"/>
            </w:rPr>
            <w:t>Click here to enter text.</w:t>
          </w:r>
        </w:sdtContent>
      </w:sdt>
    </w:p>
    <w:p w:rsidR="00E22A46" w:rsidRDefault="00E22A46" w:rsidP="00E22A46">
      <w:pPr>
        <w:spacing w:after="0"/>
      </w:pPr>
    </w:p>
    <w:p w:rsidR="00E22A46" w:rsidRPr="00F7724A" w:rsidRDefault="00E22A46" w:rsidP="00E22A46">
      <w:pPr>
        <w:spacing w:after="0"/>
        <w:rPr>
          <w:b/>
        </w:rPr>
      </w:pPr>
      <w:r w:rsidRPr="00F7724A">
        <w:rPr>
          <w:b/>
        </w:rPr>
        <w:t>Explain</w:t>
      </w:r>
      <w:r w:rsidRPr="00F7724A">
        <w:rPr>
          <w:b/>
          <w:i/>
          <w:u w:val="single"/>
        </w:rPr>
        <w:t xml:space="preserve"> in detail</w:t>
      </w:r>
      <w:r w:rsidRPr="00F7724A">
        <w:rPr>
          <w:b/>
        </w:rPr>
        <w:t xml:space="preserve"> how these Habits of Mind were present in the assignment. Provide as much evidence as possible, beyond mere opinion, that these Habits were pres</w:t>
      </w:r>
      <w:r w:rsidR="007B1EC9" w:rsidRPr="00F7724A">
        <w:rPr>
          <w:b/>
        </w:rPr>
        <w:t>ent. R</w:t>
      </w:r>
      <w:r w:rsidRPr="00F7724A">
        <w:rPr>
          <w:b/>
        </w:rPr>
        <w:t>emember that your gateway panel will require you to defend whether the above Habits of Mind were actually present.</w:t>
      </w:r>
    </w:p>
    <w:p w:rsidR="00E22A46" w:rsidRDefault="00E22A46" w:rsidP="007B1EC9">
      <w:pPr>
        <w:spacing w:after="0"/>
      </w:pPr>
    </w:p>
    <w:p w:rsidR="00E22A46" w:rsidRDefault="00E22A46" w:rsidP="007B1EC9">
      <w:pPr>
        <w:pStyle w:val="ListParagraph"/>
        <w:numPr>
          <w:ilvl w:val="0"/>
          <w:numId w:val="1"/>
        </w:numPr>
        <w:spacing w:after="0"/>
      </w:pPr>
      <w:r w:rsidRPr="007B1EC9">
        <w:rPr>
          <w:b/>
        </w:rPr>
        <w:t>Critical Thinking</w:t>
      </w:r>
      <w:r w:rsidR="007B1EC9">
        <w:t xml:space="preserve">: </w:t>
      </w:r>
      <w:sdt>
        <w:sdtPr>
          <w:id w:val="714088502"/>
          <w:placeholder>
            <w:docPart w:val="6E1C696BA76D4B1FA8CA2E06EE1838BE"/>
          </w:placeholder>
          <w:showingPlcHdr/>
        </w:sdtPr>
        <w:sdtEndPr/>
        <w:sdtContent>
          <w:r w:rsidR="007B1EC9" w:rsidRPr="00A25BFF">
            <w:rPr>
              <w:rStyle w:val="PlaceholderText"/>
            </w:rPr>
            <w:t>Click here to enter text.</w:t>
          </w:r>
        </w:sdtContent>
      </w:sdt>
    </w:p>
    <w:p w:rsidR="00E22A46" w:rsidRDefault="00E22A46" w:rsidP="007B1EC9">
      <w:pPr>
        <w:pStyle w:val="ListParagraph"/>
        <w:numPr>
          <w:ilvl w:val="0"/>
          <w:numId w:val="1"/>
        </w:numPr>
        <w:spacing w:after="0"/>
      </w:pPr>
      <w:r w:rsidRPr="007B1EC9">
        <w:rPr>
          <w:b/>
        </w:rPr>
        <w:t>Inquisitiveness</w:t>
      </w:r>
      <w:r w:rsidR="007B1EC9">
        <w:t xml:space="preserve">: </w:t>
      </w:r>
      <w:sdt>
        <w:sdtPr>
          <w:id w:val="1680938506"/>
          <w:placeholder>
            <w:docPart w:val="6E1C696BA76D4B1FA8CA2E06EE1838BE"/>
          </w:placeholder>
          <w:showingPlcHdr/>
        </w:sdtPr>
        <w:sdtEndPr/>
        <w:sdtContent>
          <w:r w:rsidR="007B1EC9" w:rsidRPr="00A25BFF">
            <w:rPr>
              <w:rStyle w:val="PlaceholderText"/>
            </w:rPr>
            <w:t>Click here to enter text.</w:t>
          </w:r>
        </w:sdtContent>
      </w:sdt>
    </w:p>
    <w:p w:rsidR="00E22A46" w:rsidRDefault="00E22A46" w:rsidP="007B1EC9">
      <w:pPr>
        <w:pStyle w:val="ListParagraph"/>
        <w:numPr>
          <w:ilvl w:val="0"/>
          <w:numId w:val="1"/>
        </w:numPr>
        <w:spacing w:after="0"/>
      </w:pPr>
      <w:r w:rsidRPr="007B1EC9">
        <w:rPr>
          <w:b/>
        </w:rPr>
        <w:t>Reflection</w:t>
      </w:r>
      <w:r w:rsidR="007B1EC9">
        <w:t xml:space="preserve">: </w:t>
      </w:r>
      <w:sdt>
        <w:sdtPr>
          <w:id w:val="1720010114"/>
          <w:placeholder>
            <w:docPart w:val="6E1C696BA76D4B1FA8CA2E06EE1838BE"/>
          </w:placeholder>
          <w:showingPlcHdr/>
        </w:sdtPr>
        <w:sdtEndPr/>
        <w:sdtContent>
          <w:r w:rsidR="007B1EC9" w:rsidRPr="00A25BFF">
            <w:rPr>
              <w:rStyle w:val="PlaceholderText"/>
            </w:rPr>
            <w:t>Click here to enter text.</w:t>
          </w:r>
        </w:sdtContent>
      </w:sdt>
    </w:p>
    <w:p w:rsidR="00E22A46" w:rsidRDefault="00E22A46" w:rsidP="007B1EC9">
      <w:pPr>
        <w:pStyle w:val="ListParagraph"/>
        <w:numPr>
          <w:ilvl w:val="0"/>
          <w:numId w:val="1"/>
        </w:numPr>
        <w:spacing w:after="0"/>
      </w:pPr>
      <w:r w:rsidRPr="007B1EC9">
        <w:rPr>
          <w:b/>
        </w:rPr>
        <w:t>Collaboration</w:t>
      </w:r>
      <w:r w:rsidR="007B1EC9" w:rsidRPr="007B1EC9">
        <w:rPr>
          <w:b/>
        </w:rPr>
        <w:t>:</w:t>
      </w:r>
      <w:r w:rsidR="007B1EC9">
        <w:t xml:space="preserve"> </w:t>
      </w:r>
      <w:sdt>
        <w:sdtPr>
          <w:id w:val="1578009852"/>
          <w:placeholder>
            <w:docPart w:val="6E1C696BA76D4B1FA8CA2E06EE1838BE"/>
          </w:placeholder>
          <w:showingPlcHdr/>
        </w:sdtPr>
        <w:sdtEndPr/>
        <w:sdtContent>
          <w:r w:rsidR="007B1EC9" w:rsidRPr="00A25BFF">
            <w:rPr>
              <w:rStyle w:val="PlaceholderText"/>
            </w:rPr>
            <w:t>Click here to enter text.</w:t>
          </w:r>
        </w:sdtContent>
      </w:sdt>
    </w:p>
    <w:p w:rsidR="00E22A46" w:rsidRDefault="00E22A46" w:rsidP="007B1EC9">
      <w:pPr>
        <w:pStyle w:val="ListParagraph"/>
        <w:numPr>
          <w:ilvl w:val="0"/>
          <w:numId w:val="1"/>
        </w:numPr>
        <w:spacing w:after="0"/>
      </w:pPr>
      <w:r w:rsidRPr="007B1EC9">
        <w:rPr>
          <w:b/>
        </w:rPr>
        <w:t>Creative, Imaginative, Innovative</w:t>
      </w:r>
      <w:r w:rsidR="007B1EC9" w:rsidRPr="007B1EC9">
        <w:rPr>
          <w:b/>
        </w:rPr>
        <w:t>:</w:t>
      </w:r>
      <w:r w:rsidRPr="007B1EC9">
        <w:rPr>
          <w:b/>
        </w:rPr>
        <w:t xml:space="preserve"> </w:t>
      </w:r>
      <w:sdt>
        <w:sdtPr>
          <w:rPr>
            <w:b/>
          </w:rPr>
          <w:id w:val="-1253657821"/>
          <w:placeholder>
            <w:docPart w:val="6E1C696BA76D4B1FA8CA2E06EE1838BE"/>
          </w:placeholder>
          <w:showingPlcHdr/>
        </w:sdtPr>
        <w:sdtEndPr/>
        <w:sdtContent>
          <w:r w:rsidR="007B1EC9" w:rsidRPr="00A25BFF">
            <w:rPr>
              <w:rStyle w:val="PlaceholderText"/>
            </w:rPr>
            <w:t>Click here to enter text.</w:t>
          </w:r>
        </w:sdtContent>
      </w:sdt>
    </w:p>
    <w:p w:rsidR="00E22A46" w:rsidRDefault="007B1EC9" w:rsidP="007B1EC9">
      <w:pPr>
        <w:pStyle w:val="ListParagraph"/>
        <w:numPr>
          <w:ilvl w:val="0"/>
          <w:numId w:val="1"/>
        </w:numPr>
        <w:spacing w:after="0"/>
      </w:pPr>
      <w:r w:rsidRPr="007B1EC9">
        <w:rPr>
          <w:b/>
        </w:rPr>
        <w:t>Responsibility for Excellence:</w:t>
      </w:r>
      <w:r>
        <w:rPr>
          <w:b/>
        </w:rPr>
        <w:t xml:space="preserve"> </w:t>
      </w:r>
      <w:sdt>
        <w:sdtPr>
          <w:rPr>
            <w:b/>
          </w:rPr>
          <w:id w:val="677776918"/>
          <w:placeholder>
            <w:docPart w:val="6E1C696BA76D4B1FA8CA2E06EE1838BE"/>
          </w:placeholder>
          <w:showingPlcHdr/>
        </w:sdtPr>
        <w:sdtEndPr/>
        <w:sdtContent>
          <w:r w:rsidRPr="00A25BFF">
            <w:rPr>
              <w:rStyle w:val="PlaceholderText"/>
            </w:rPr>
            <w:t>Click here to enter text.</w:t>
          </w:r>
        </w:sdtContent>
      </w:sdt>
    </w:p>
    <w:p w:rsidR="00E22A46" w:rsidRDefault="00E22A46" w:rsidP="00E22A46">
      <w:pPr>
        <w:spacing w:after="0"/>
        <w:ind w:left="720" w:hanging="360"/>
      </w:pPr>
    </w:p>
    <w:p w:rsidR="00E22A46" w:rsidRDefault="00E22A46" w:rsidP="00E22A46">
      <w:pPr>
        <w:spacing w:after="0"/>
        <w:ind w:left="720" w:hanging="360"/>
      </w:pPr>
    </w:p>
    <w:p w:rsidR="00E22A46" w:rsidRPr="007B1EC9" w:rsidRDefault="00E22A46" w:rsidP="00E22A46">
      <w:pPr>
        <w:spacing w:after="0"/>
        <w:rPr>
          <w:b/>
        </w:rPr>
      </w:pPr>
      <w:r w:rsidRPr="007B1EC9">
        <w:rPr>
          <w:b/>
        </w:rPr>
        <w:t>Which habit of mind do you think you utilized the most in this assignment?  How?</w:t>
      </w:r>
    </w:p>
    <w:sdt>
      <w:sdtPr>
        <w:id w:val="-249347031"/>
        <w:placeholder>
          <w:docPart w:val="6E1C696BA76D4B1FA8CA2E06EE1838BE"/>
        </w:placeholder>
        <w:showingPlcHdr/>
      </w:sdtPr>
      <w:sdtEndPr/>
      <w:sdtContent>
        <w:p w:rsidR="00E22A46" w:rsidRDefault="007B1EC9" w:rsidP="007B1EC9">
          <w:pPr>
            <w:spacing w:after="0"/>
          </w:pPr>
          <w:r w:rsidRPr="00A25BFF">
            <w:rPr>
              <w:rStyle w:val="PlaceholderText"/>
            </w:rPr>
            <w:t>Click here to enter text.</w:t>
          </w:r>
        </w:p>
      </w:sdtContent>
    </w:sdt>
    <w:p w:rsidR="00E22A46" w:rsidRPr="007B1EC9" w:rsidRDefault="00E22A46" w:rsidP="00E22A46">
      <w:pPr>
        <w:spacing w:after="0"/>
        <w:rPr>
          <w:b/>
        </w:rPr>
      </w:pPr>
      <w:r w:rsidRPr="007B1EC9">
        <w:rPr>
          <w:b/>
        </w:rPr>
        <w:t xml:space="preserve">Which habit of mind do you think was your weakest in this assignment?  Why? </w:t>
      </w:r>
    </w:p>
    <w:sdt>
      <w:sdtPr>
        <w:id w:val="-1506822694"/>
        <w:placeholder>
          <w:docPart w:val="6E1C696BA76D4B1FA8CA2E06EE1838BE"/>
        </w:placeholder>
        <w:showingPlcHdr/>
      </w:sdtPr>
      <w:sdtEndPr/>
      <w:sdtContent>
        <w:p w:rsidR="00E22A46" w:rsidRDefault="007B1EC9" w:rsidP="007B1EC9">
          <w:pPr>
            <w:spacing w:after="0"/>
          </w:pPr>
          <w:r w:rsidRPr="00A25BFF">
            <w:rPr>
              <w:rStyle w:val="PlaceholderText"/>
            </w:rPr>
            <w:t>Click here to enter text.</w:t>
          </w:r>
        </w:p>
      </w:sdtContent>
    </w:sdt>
    <w:p w:rsidR="00E22A46" w:rsidRDefault="00E22A46" w:rsidP="00E22A46">
      <w:pPr>
        <w:spacing w:after="0"/>
      </w:pPr>
    </w:p>
    <w:p w:rsidR="00E22A46" w:rsidRPr="007B1EC9" w:rsidRDefault="00E22A46" w:rsidP="00E22A46">
      <w:pPr>
        <w:spacing w:after="0"/>
        <w:rPr>
          <w:b/>
        </w:rPr>
      </w:pPr>
      <w:r w:rsidRPr="007B1EC9">
        <w:rPr>
          <w:b/>
        </w:rPr>
        <w:t xml:space="preserve">Based upon your answers to the above prompts, set a SMART goal for how you will incorporate these Habits of Mind in your next opportunity. </w:t>
      </w:r>
    </w:p>
    <w:p w:rsidR="00E22A46" w:rsidRDefault="00E22A46" w:rsidP="007B1EC9">
      <w:pPr>
        <w:spacing w:after="0"/>
      </w:pPr>
    </w:p>
    <w:p w:rsidR="00E22A46" w:rsidRPr="00F7724A" w:rsidRDefault="00E22A46" w:rsidP="007B1EC9">
      <w:pPr>
        <w:spacing w:after="0"/>
        <w:rPr>
          <w:b/>
        </w:rPr>
      </w:pPr>
      <w:r w:rsidRPr="00F7724A">
        <w:rPr>
          <w:b/>
        </w:rPr>
        <w:t>S</w:t>
      </w:r>
      <w:r w:rsidR="007B1EC9" w:rsidRPr="00F7724A">
        <w:rPr>
          <w:b/>
        </w:rPr>
        <w:t xml:space="preserve"> </w:t>
      </w:r>
      <w:r w:rsidRPr="00F7724A">
        <w:rPr>
          <w:b/>
        </w:rPr>
        <w:t>(</w:t>
      </w:r>
      <w:r w:rsidR="007B1EC9" w:rsidRPr="00F7724A">
        <w:rPr>
          <w:b/>
        </w:rPr>
        <w:t>s</w:t>
      </w:r>
      <w:r w:rsidRPr="00F7724A">
        <w:rPr>
          <w:b/>
        </w:rPr>
        <w:t xml:space="preserve">pecific) – time bound goals: </w:t>
      </w:r>
    </w:p>
    <w:sdt>
      <w:sdtPr>
        <w:id w:val="1601599544"/>
        <w:placeholder>
          <w:docPart w:val="6E1C696BA76D4B1FA8CA2E06EE1838BE"/>
        </w:placeholder>
        <w:showingPlcHdr/>
      </w:sdtPr>
      <w:sdtEndPr/>
      <w:sdtContent>
        <w:p w:rsidR="00E22A46" w:rsidRDefault="007B1EC9" w:rsidP="007B1EC9">
          <w:pPr>
            <w:spacing w:after="0"/>
          </w:pPr>
          <w:r w:rsidRPr="00A25BFF">
            <w:rPr>
              <w:rStyle w:val="PlaceholderText"/>
            </w:rPr>
            <w:t>Click here to enter text.</w:t>
          </w:r>
        </w:p>
      </w:sdtContent>
    </w:sdt>
    <w:p w:rsidR="00E22A46" w:rsidRPr="00F7724A" w:rsidRDefault="00E22A46" w:rsidP="007B1EC9">
      <w:pPr>
        <w:spacing w:after="0"/>
        <w:rPr>
          <w:b/>
        </w:rPr>
      </w:pPr>
      <w:r w:rsidRPr="00F7724A">
        <w:rPr>
          <w:b/>
        </w:rPr>
        <w:t>M</w:t>
      </w:r>
      <w:r w:rsidR="007B1EC9" w:rsidRPr="00F7724A">
        <w:rPr>
          <w:b/>
        </w:rPr>
        <w:t xml:space="preserve"> </w:t>
      </w:r>
      <w:r w:rsidRPr="00F7724A">
        <w:rPr>
          <w:b/>
        </w:rPr>
        <w:t>(</w:t>
      </w:r>
      <w:r w:rsidR="007B1EC9" w:rsidRPr="00F7724A">
        <w:rPr>
          <w:b/>
        </w:rPr>
        <w:t>m</w:t>
      </w:r>
      <w:r w:rsidRPr="00F7724A">
        <w:rPr>
          <w:b/>
        </w:rPr>
        <w:t xml:space="preserve">easurable): </w:t>
      </w:r>
    </w:p>
    <w:sdt>
      <w:sdtPr>
        <w:id w:val="-1020775798"/>
        <w:placeholder>
          <w:docPart w:val="6E1C696BA76D4B1FA8CA2E06EE1838BE"/>
        </w:placeholder>
        <w:showingPlcHdr/>
      </w:sdtPr>
      <w:sdtEndPr/>
      <w:sdtContent>
        <w:p w:rsidR="00E22A46" w:rsidRDefault="007B1EC9" w:rsidP="007B1EC9">
          <w:pPr>
            <w:spacing w:after="0"/>
          </w:pPr>
          <w:r w:rsidRPr="00A25BFF">
            <w:rPr>
              <w:rStyle w:val="PlaceholderText"/>
            </w:rPr>
            <w:t>Click here to enter text.</w:t>
          </w:r>
        </w:p>
      </w:sdtContent>
    </w:sdt>
    <w:p w:rsidR="00E22A46" w:rsidRPr="00F7724A" w:rsidRDefault="00E22A46" w:rsidP="007B1EC9">
      <w:pPr>
        <w:spacing w:after="0"/>
        <w:rPr>
          <w:b/>
        </w:rPr>
      </w:pPr>
      <w:r w:rsidRPr="00F7724A">
        <w:rPr>
          <w:b/>
        </w:rPr>
        <w:t>A</w:t>
      </w:r>
      <w:r w:rsidR="007B1EC9" w:rsidRPr="00F7724A">
        <w:rPr>
          <w:b/>
        </w:rPr>
        <w:t xml:space="preserve"> </w:t>
      </w:r>
      <w:r w:rsidRPr="00F7724A">
        <w:rPr>
          <w:b/>
        </w:rPr>
        <w:t>(</w:t>
      </w:r>
      <w:r w:rsidR="007B1EC9" w:rsidRPr="00F7724A">
        <w:rPr>
          <w:b/>
        </w:rPr>
        <w:t>a</w:t>
      </w:r>
      <w:r w:rsidRPr="00F7724A">
        <w:rPr>
          <w:b/>
        </w:rPr>
        <w:t xml:space="preserve">chievable) – your own goals: </w:t>
      </w:r>
    </w:p>
    <w:sdt>
      <w:sdtPr>
        <w:id w:val="-1078673210"/>
        <w:placeholder>
          <w:docPart w:val="6E1C696BA76D4B1FA8CA2E06EE1838BE"/>
        </w:placeholder>
        <w:showingPlcHdr/>
      </w:sdtPr>
      <w:sdtEndPr/>
      <w:sdtContent>
        <w:p w:rsidR="00E22A46" w:rsidRDefault="007B1EC9" w:rsidP="007B1EC9">
          <w:pPr>
            <w:spacing w:after="0"/>
          </w:pPr>
          <w:r w:rsidRPr="00A25BFF">
            <w:rPr>
              <w:rStyle w:val="PlaceholderText"/>
            </w:rPr>
            <w:t>Click here to enter text.</w:t>
          </w:r>
        </w:p>
      </w:sdtContent>
    </w:sdt>
    <w:p w:rsidR="00E22A46" w:rsidRPr="00F7724A" w:rsidRDefault="00E22A46" w:rsidP="00F7724A">
      <w:pPr>
        <w:spacing w:after="0" w:line="240" w:lineRule="auto"/>
        <w:rPr>
          <w:b/>
        </w:rPr>
      </w:pPr>
      <w:r w:rsidRPr="00F7724A">
        <w:rPr>
          <w:b/>
        </w:rPr>
        <w:t>R</w:t>
      </w:r>
      <w:r w:rsidR="007B1EC9" w:rsidRPr="00F7724A">
        <w:rPr>
          <w:b/>
        </w:rPr>
        <w:t xml:space="preserve"> </w:t>
      </w:r>
      <w:r w:rsidRPr="00F7724A">
        <w:rPr>
          <w:b/>
        </w:rPr>
        <w:t>(</w:t>
      </w:r>
      <w:r w:rsidR="007B1EC9" w:rsidRPr="00F7724A">
        <w:rPr>
          <w:b/>
        </w:rPr>
        <w:t>r</w:t>
      </w:r>
      <w:r w:rsidR="00F7724A">
        <w:rPr>
          <w:b/>
        </w:rPr>
        <w:t>elevant)</w:t>
      </w:r>
      <w:r w:rsidRPr="00F7724A">
        <w:rPr>
          <w:b/>
        </w:rPr>
        <w:t xml:space="preserve">: </w:t>
      </w:r>
    </w:p>
    <w:sdt>
      <w:sdtPr>
        <w:id w:val="1164902682"/>
        <w:placeholder>
          <w:docPart w:val="6E1C696BA76D4B1FA8CA2E06EE1838BE"/>
        </w:placeholder>
        <w:showingPlcHdr/>
      </w:sdtPr>
      <w:sdtEndPr/>
      <w:sdtContent>
        <w:p w:rsidR="00E22A46" w:rsidRDefault="007B1EC9" w:rsidP="00F7724A">
          <w:pPr>
            <w:spacing w:after="0" w:line="240" w:lineRule="auto"/>
          </w:pPr>
          <w:r w:rsidRPr="00A25BFF">
            <w:rPr>
              <w:rStyle w:val="PlaceholderText"/>
            </w:rPr>
            <w:t>Click here to enter text.</w:t>
          </w:r>
        </w:p>
      </w:sdtContent>
    </w:sdt>
    <w:p w:rsidR="00560B92" w:rsidRPr="00F7724A" w:rsidRDefault="00E22A46" w:rsidP="00F7724A">
      <w:pPr>
        <w:spacing w:after="0" w:line="240" w:lineRule="auto"/>
        <w:rPr>
          <w:b/>
        </w:rPr>
      </w:pPr>
      <w:r w:rsidRPr="00F7724A">
        <w:rPr>
          <w:b/>
        </w:rPr>
        <w:t>T</w:t>
      </w:r>
      <w:r w:rsidR="007B1EC9" w:rsidRPr="00F7724A">
        <w:rPr>
          <w:b/>
        </w:rPr>
        <w:t xml:space="preserve"> </w:t>
      </w:r>
      <w:r w:rsidRPr="00F7724A">
        <w:rPr>
          <w:b/>
        </w:rPr>
        <w:t>(</w:t>
      </w:r>
      <w:r w:rsidR="007B1EC9" w:rsidRPr="00F7724A">
        <w:rPr>
          <w:b/>
        </w:rPr>
        <w:t>t</w:t>
      </w:r>
      <w:r w:rsidRPr="00F7724A">
        <w:rPr>
          <w:b/>
        </w:rPr>
        <w:t xml:space="preserve">imely): </w:t>
      </w:r>
    </w:p>
    <w:sdt>
      <w:sdtPr>
        <w:id w:val="-1026790583"/>
        <w:placeholder>
          <w:docPart w:val="6E1C696BA76D4B1FA8CA2E06EE1838BE"/>
        </w:placeholder>
        <w:showingPlcHdr/>
      </w:sdtPr>
      <w:sdtEndPr/>
      <w:sdtContent>
        <w:p w:rsidR="007B1EC9" w:rsidRDefault="007B1EC9" w:rsidP="00F7724A">
          <w:pPr>
            <w:spacing w:after="0" w:line="240" w:lineRule="auto"/>
          </w:pPr>
          <w:r w:rsidRPr="00A25BFF">
            <w:rPr>
              <w:rStyle w:val="PlaceholderText"/>
            </w:rPr>
            <w:t>Click here to enter text.</w:t>
          </w:r>
        </w:p>
      </w:sdtContent>
    </w:sdt>
    <w:sectPr w:rsidR="007B1EC9" w:rsidSect="00D22560">
      <w:footerReference w:type="default" r:id="rId8"/>
      <w:pgSz w:w="12240" w:h="15840"/>
      <w:pgMar w:top="450" w:right="810" w:bottom="36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1F1" w:rsidRDefault="004761F1">
      <w:pPr>
        <w:spacing w:after="0" w:line="240" w:lineRule="auto"/>
      </w:pPr>
      <w:r>
        <w:separator/>
      </w:r>
    </w:p>
  </w:endnote>
  <w:endnote w:type="continuationSeparator" w:id="0">
    <w:p w:rsidR="004761F1" w:rsidRDefault="00476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9D2" w:rsidRDefault="00F7724A">
    <w:pP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9D2680">
      <w:rPr>
        <w:noProof/>
      </w:rPr>
      <w:t>1</w:t>
    </w:r>
    <w:r>
      <w:fldChar w:fldCharType="end"/>
    </w:r>
  </w:p>
  <w:p w:rsidR="000319D2" w:rsidRDefault="00F7724A">
    <w:pPr>
      <w:tabs>
        <w:tab w:val="center" w:pos="4680"/>
        <w:tab w:val="right" w:pos="9360"/>
      </w:tabs>
      <w:spacing w:after="0" w:line="240" w:lineRule="auto"/>
      <w:jc w:val="right"/>
    </w:pPr>
    <w:r>
      <w:t>Created 3/22/2012</w:t>
    </w:r>
  </w:p>
  <w:p w:rsidR="000319D2" w:rsidRDefault="009D2680">
    <w:pP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1F1" w:rsidRDefault="004761F1">
      <w:pPr>
        <w:spacing w:after="0" w:line="240" w:lineRule="auto"/>
      </w:pPr>
      <w:r>
        <w:separator/>
      </w:r>
    </w:p>
  </w:footnote>
  <w:footnote w:type="continuationSeparator" w:id="0">
    <w:p w:rsidR="004761F1" w:rsidRDefault="00476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C7BD6"/>
    <w:multiLevelType w:val="hybridMultilevel"/>
    <w:tmpl w:val="03A2C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F8E"/>
    <w:rsid w:val="000A5F8E"/>
    <w:rsid w:val="004761F1"/>
    <w:rsid w:val="00560B92"/>
    <w:rsid w:val="007B1EC9"/>
    <w:rsid w:val="009D2680"/>
    <w:rsid w:val="00C407EA"/>
    <w:rsid w:val="00E22A46"/>
    <w:rsid w:val="00F7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22A46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2A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2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A46"/>
    <w:rPr>
      <w:rFonts w:ascii="Tahoma" w:eastAsia="Calibri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E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22A46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2A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2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A46"/>
    <w:rPr>
      <w:rFonts w:ascii="Tahoma" w:eastAsia="Calibri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lean\Downloads\Template-%20Habits%20of%20Mind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E1C696BA76D4B1FA8CA2E06EE183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23BB6-1DDD-47F7-B952-491B11014567}"/>
      </w:docPartPr>
      <w:docPartBody>
        <w:p w:rsidR="00030DC1" w:rsidRDefault="00C067DD">
          <w:pPr>
            <w:pStyle w:val="6E1C696BA76D4B1FA8CA2E06EE1838BE"/>
          </w:pPr>
          <w:r w:rsidRPr="00A25BF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DD"/>
    <w:rsid w:val="00030DC1"/>
    <w:rsid w:val="00C0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E1C696BA76D4B1FA8CA2E06EE1838BE">
    <w:name w:val="6E1C696BA76D4B1FA8CA2E06EE1838B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E1C696BA76D4B1FA8CA2E06EE1838BE">
    <w:name w:val="6E1C696BA76D4B1FA8CA2E06EE183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 Habits of Mind (2)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McLean</dc:creator>
  <cp:lastModifiedBy>Angelica Sauceda</cp:lastModifiedBy>
  <cp:revision>2</cp:revision>
  <dcterms:created xsi:type="dcterms:W3CDTF">2014-02-12T01:33:00Z</dcterms:created>
  <dcterms:modified xsi:type="dcterms:W3CDTF">2014-02-12T01:33:00Z</dcterms:modified>
</cp:coreProperties>
</file>